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59B6A187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F843C7">
              <w:rPr>
                <w:b/>
                <w:sz w:val="22"/>
                <w:szCs w:val="22"/>
              </w:rPr>
              <w:t>8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7D8AE5F6" w:rsidR="002870E1" w:rsidRPr="004C2998" w:rsidRDefault="00154F79" w:rsidP="00596E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352D1A">
              <w:rPr>
                <w:sz w:val="22"/>
                <w:szCs w:val="22"/>
              </w:rPr>
              <w:t>(</w:t>
            </w:r>
            <w:r w:rsidR="00596EAC">
              <w:rPr>
                <w:sz w:val="22"/>
                <w:szCs w:val="22"/>
              </w:rPr>
              <w:t>на півночі</w:t>
            </w:r>
            <w:r w:rsidR="00E8040E">
              <w:rPr>
                <w:sz w:val="22"/>
                <w:szCs w:val="22"/>
              </w:rPr>
              <w:t>,</w:t>
            </w:r>
            <w:r w:rsidR="00352D1A">
              <w:rPr>
                <w:sz w:val="22"/>
                <w:szCs w:val="22"/>
              </w:rPr>
              <w:t xml:space="preserve"> </w:t>
            </w:r>
            <w:r w:rsidR="00596EAC">
              <w:rPr>
                <w:sz w:val="22"/>
                <w:szCs w:val="22"/>
                <w:lang w:val="ru-RU"/>
              </w:rPr>
              <w:t>за</w:t>
            </w:r>
            <w:r w:rsidR="00352D1A">
              <w:rPr>
                <w:sz w:val="22"/>
                <w:szCs w:val="22"/>
                <w:lang w:val="ru-RU"/>
              </w:rPr>
              <w:t xml:space="preserve"> ме</w:t>
            </w:r>
            <w:r w:rsidR="008933D9">
              <w:rPr>
                <w:sz w:val="22"/>
                <w:szCs w:val="22"/>
                <w:lang w:val="ru-RU"/>
              </w:rPr>
              <w:t>жа</w:t>
            </w:r>
            <w:r w:rsidR="00596EAC">
              <w:rPr>
                <w:sz w:val="22"/>
                <w:szCs w:val="22"/>
                <w:lang w:val="ru-RU"/>
              </w:rPr>
              <w:t>ми</w:t>
            </w:r>
            <w:r w:rsidR="008933D9">
              <w:rPr>
                <w:sz w:val="22"/>
                <w:szCs w:val="22"/>
                <w:lang w:val="ru-RU"/>
              </w:rPr>
              <w:t xml:space="preserve"> </w:t>
            </w:r>
            <w:r w:rsidR="008933D9" w:rsidRPr="00A70E30">
              <w:rPr>
                <w:sz w:val="22"/>
                <w:szCs w:val="22"/>
              </w:rPr>
              <w:t>міста</w:t>
            </w:r>
            <w:r w:rsidR="008933D9">
              <w:rPr>
                <w:sz w:val="22"/>
                <w:szCs w:val="22"/>
                <w:lang w:val="ru-RU"/>
              </w:rPr>
              <w:t>)</w:t>
            </w:r>
            <w:r w:rsidR="00352D1A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08B389B4" w14:textId="51D4AB24" w:rsidR="007C6A80" w:rsidRPr="009E4FC4" w:rsidRDefault="00F843C7" w:rsidP="009E4FC4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F843C7">
              <w:rPr>
                <w:b w:val="0"/>
                <w:bCs w:val="0"/>
                <w:color w:val="000000"/>
                <w:sz w:val="22"/>
                <w:szCs w:val="22"/>
              </w:rPr>
              <w:t>48°54'27.9"N 38°04'27.8"E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6420FBE1" w:rsidR="007C6A80" w:rsidRPr="009E4FC4" w:rsidRDefault="00F843C7" w:rsidP="007C6A80">
            <w:pPr>
              <w:rPr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2,0</w:t>
            </w:r>
            <w:r w:rsidR="009E4FC4" w:rsidRPr="009E4FC4">
              <w:rPr>
                <w:color w:val="333333"/>
                <w:sz w:val="22"/>
                <w:szCs w:val="22"/>
                <w:shd w:val="clear" w:color="auto" w:fill="FFFFFF"/>
              </w:rPr>
              <w:t xml:space="preserve"> га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73BEA6EC" w:rsidR="002870E1" w:rsidRPr="00F858AB" w:rsidRDefault="00F843C7" w:rsidP="00A96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Землі запасу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3CE7C941" w:rsidR="002870E1" w:rsidRPr="00F858AB" w:rsidRDefault="00F858AB" w:rsidP="002870E1">
            <w:pPr>
              <w:rPr>
                <w:sz w:val="22"/>
                <w:szCs w:val="22"/>
              </w:rPr>
            </w:pPr>
            <w:r w:rsidRPr="00F858AB">
              <w:rPr>
                <w:sz w:val="22"/>
                <w:szCs w:val="22"/>
                <w:shd w:val="clear" w:color="auto" w:fill="FFFFFF"/>
              </w:rPr>
              <w:t>Чорноземи звичайні середньо гумусні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6A278EC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4ABB1267" w:rsidR="002870E1" w:rsidRPr="004C2998" w:rsidRDefault="00A70E3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2870E1">
              <w:rPr>
                <w:sz w:val="22"/>
                <w:szCs w:val="22"/>
              </w:rPr>
              <w:t xml:space="preserve">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6A5CB539" w:rsidR="002870E1" w:rsidRPr="004C2998" w:rsidRDefault="00F843C7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43D549C9" w:rsidR="002870E1" w:rsidRPr="004C2998" w:rsidRDefault="00F843C7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  <w:r w:rsidR="00F858AB">
              <w:rPr>
                <w:sz w:val="22"/>
                <w:szCs w:val="22"/>
              </w:rPr>
              <w:t xml:space="preserve"> км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20A47240" w:rsidR="002870E1" w:rsidRPr="004C2998" w:rsidRDefault="00F843C7" w:rsidP="00C94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7A8DDC2A" w:rsidR="002870E1" w:rsidRPr="004C2998" w:rsidRDefault="00F843C7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1EC6C15C" w:rsidR="002870E1" w:rsidRPr="004C2998" w:rsidRDefault="006627A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43C7">
              <w:rPr>
                <w:sz w:val="22"/>
                <w:szCs w:val="22"/>
              </w:rPr>
              <w:t>00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668060FB" w:rsidR="00754DBD" w:rsidRPr="004C2998" w:rsidRDefault="00F843C7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30C66E6B" w:rsidR="00754DBD" w:rsidRPr="004C2998" w:rsidRDefault="00F843C7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 м.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69E43BA6" w:rsidR="00754DBD" w:rsidRPr="004C2998" w:rsidRDefault="00F843C7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48AC939F" w:rsidR="00754DBD" w:rsidRPr="004C2998" w:rsidRDefault="006627A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43C7">
              <w:rPr>
                <w:sz w:val="22"/>
                <w:szCs w:val="22"/>
              </w:rPr>
              <w:t>00 м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пропускна здатність 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61448A3E" w14:textId="6A3F7C44" w:rsidR="007C6A80" w:rsidRPr="004C2998" w:rsidRDefault="007C6A80" w:rsidP="007C6A80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</w:p>
    <w:p w14:paraId="1D7861A4" w14:textId="6DC9087B" w:rsidR="007C6A80" w:rsidRPr="008E71E9" w:rsidRDefault="007C6A80" w:rsidP="00F843C7">
      <w:pPr>
        <w:numPr>
          <w:ilvl w:val="0"/>
          <w:numId w:val="4"/>
        </w:num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 xml:space="preserve">Карта ділянки (включаючи інфраструктуру на ділянці та транспортну розв’язку); </w:t>
      </w:r>
      <w:r w:rsidR="00F843C7" w:rsidRPr="00F843C7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21C28A2F" wp14:editId="62015BC9">
            <wp:extent cx="4938382" cy="3790950"/>
            <wp:effectExtent l="0" t="0" r="0" b="0"/>
            <wp:docPr id="1" name="Рисунок 1" descr="C:\Users\Usertrtr\Desktop\паспорт розвитку\Промкомбин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паспорт розвитку\Промкомбинат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974" cy="3823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6A80" w:rsidRPr="008E71E9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9C621" w14:textId="77777777" w:rsidR="00FD55DA" w:rsidRDefault="00FD55DA">
      <w:r>
        <w:separator/>
      </w:r>
    </w:p>
  </w:endnote>
  <w:endnote w:type="continuationSeparator" w:id="0">
    <w:p w14:paraId="01FB1997" w14:textId="77777777" w:rsidR="00FD55DA" w:rsidRDefault="00FD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E52F5" w14:textId="77777777" w:rsidR="00FD55DA" w:rsidRDefault="00FD55DA">
      <w:r>
        <w:separator/>
      </w:r>
    </w:p>
  </w:footnote>
  <w:footnote w:type="continuationSeparator" w:id="0">
    <w:p w14:paraId="06B30984" w14:textId="77777777" w:rsidR="00FD55DA" w:rsidRDefault="00FD5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154F79"/>
    <w:rsid w:val="001550A0"/>
    <w:rsid w:val="001C0CED"/>
    <w:rsid w:val="00242732"/>
    <w:rsid w:val="0025765E"/>
    <w:rsid w:val="002870E1"/>
    <w:rsid w:val="00287472"/>
    <w:rsid w:val="002944BD"/>
    <w:rsid w:val="003020E0"/>
    <w:rsid w:val="00334191"/>
    <w:rsid w:val="00351194"/>
    <w:rsid w:val="00352D1A"/>
    <w:rsid w:val="00360BA7"/>
    <w:rsid w:val="00414FFA"/>
    <w:rsid w:val="004533B0"/>
    <w:rsid w:val="004C2998"/>
    <w:rsid w:val="004D5D85"/>
    <w:rsid w:val="00500C81"/>
    <w:rsid w:val="00560B11"/>
    <w:rsid w:val="00596EAC"/>
    <w:rsid w:val="005E1008"/>
    <w:rsid w:val="006015DE"/>
    <w:rsid w:val="00614A60"/>
    <w:rsid w:val="00644BE2"/>
    <w:rsid w:val="006627AD"/>
    <w:rsid w:val="006A111D"/>
    <w:rsid w:val="006B20FC"/>
    <w:rsid w:val="006C0B58"/>
    <w:rsid w:val="00740F28"/>
    <w:rsid w:val="00754DBD"/>
    <w:rsid w:val="007C3250"/>
    <w:rsid w:val="007C6A80"/>
    <w:rsid w:val="007E3AE5"/>
    <w:rsid w:val="007F6AB8"/>
    <w:rsid w:val="00822122"/>
    <w:rsid w:val="00841994"/>
    <w:rsid w:val="00873AAE"/>
    <w:rsid w:val="008933D9"/>
    <w:rsid w:val="00895ED0"/>
    <w:rsid w:val="008A241D"/>
    <w:rsid w:val="008E71E9"/>
    <w:rsid w:val="0090221C"/>
    <w:rsid w:val="00912E1B"/>
    <w:rsid w:val="00913402"/>
    <w:rsid w:val="009C550D"/>
    <w:rsid w:val="009E4FC4"/>
    <w:rsid w:val="00A05868"/>
    <w:rsid w:val="00A22717"/>
    <w:rsid w:val="00A41552"/>
    <w:rsid w:val="00A70E30"/>
    <w:rsid w:val="00A76024"/>
    <w:rsid w:val="00A848C2"/>
    <w:rsid w:val="00A92D9F"/>
    <w:rsid w:val="00A96211"/>
    <w:rsid w:val="00B00EE6"/>
    <w:rsid w:val="00B14A0A"/>
    <w:rsid w:val="00B25A81"/>
    <w:rsid w:val="00B87B60"/>
    <w:rsid w:val="00BC130C"/>
    <w:rsid w:val="00BC5A31"/>
    <w:rsid w:val="00C032E4"/>
    <w:rsid w:val="00C44CFC"/>
    <w:rsid w:val="00C46626"/>
    <w:rsid w:val="00C50B56"/>
    <w:rsid w:val="00C54209"/>
    <w:rsid w:val="00C94E6F"/>
    <w:rsid w:val="00C96FB4"/>
    <w:rsid w:val="00C97B9A"/>
    <w:rsid w:val="00CD41B4"/>
    <w:rsid w:val="00CD5574"/>
    <w:rsid w:val="00CF1EDE"/>
    <w:rsid w:val="00D102E5"/>
    <w:rsid w:val="00E32554"/>
    <w:rsid w:val="00E54BA7"/>
    <w:rsid w:val="00E8040E"/>
    <w:rsid w:val="00EC30DE"/>
    <w:rsid w:val="00F47B52"/>
    <w:rsid w:val="00F56DE5"/>
    <w:rsid w:val="00F843C7"/>
    <w:rsid w:val="00F858AB"/>
    <w:rsid w:val="00F97B7F"/>
    <w:rsid w:val="00FC5841"/>
    <w:rsid w:val="00F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804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8040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regularly27.interest.shitemo.ru/LAPTOP-RT928S4L/reject/reins.bps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B9267-2509-4DBA-B250-3D1FA1D88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reins.bps</Template>
  <TotalTime>573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48</cp:revision>
  <cp:lastPrinted>2021-09-15T08:08:00Z</cp:lastPrinted>
  <dcterms:created xsi:type="dcterms:W3CDTF">2016-04-28T11:14:00Z</dcterms:created>
  <dcterms:modified xsi:type="dcterms:W3CDTF">2021-09-15T08:09:00Z</dcterms:modified>
</cp:coreProperties>
</file>