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Pr="00E32554" w:rsidRDefault="007C6A80" w:rsidP="00287472">
      <w:pPr>
        <w:rPr>
          <w:b/>
          <w:sz w:val="22"/>
          <w:szCs w:val="22"/>
          <w:lang w:val="en-US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5C992CEC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</w:t>
            </w:r>
            <w:r w:rsidR="00596EAC">
              <w:rPr>
                <w:b/>
                <w:sz w:val="22"/>
                <w:szCs w:val="22"/>
              </w:rPr>
              <w:t>7</w:t>
            </w:r>
            <w:r w:rsidR="00C54209">
              <w:rPr>
                <w:b/>
                <w:sz w:val="22"/>
                <w:szCs w:val="22"/>
              </w:rPr>
              <w:t>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7D8AE5F6" w:rsidR="002870E1" w:rsidRPr="004C2998" w:rsidRDefault="00154F79" w:rsidP="00596EA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  <w:r w:rsidR="00352D1A">
              <w:rPr>
                <w:sz w:val="22"/>
                <w:szCs w:val="22"/>
              </w:rPr>
              <w:t>(</w:t>
            </w:r>
            <w:r w:rsidR="00596EAC">
              <w:rPr>
                <w:sz w:val="22"/>
                <w:szCs w:val="22"/>
              </w:rPr>
              <w:t>на півночі</w:t>
            </w:r>
            <w:r w:rsidR="00E8040E">
              <w:rPr>
                <w:sz w:val="22"/>
                <w:szCs w:val="22"/>
              </w:rPr>
              <w:t>,</w:t>
            </w:r>
            <w:r w:rsidR="00352D1A">
              <w:rPr>
                <w:sz w:val="22"/>
                <w:szCs w:val="22"/>
              </w:rPr>
              <w:t xml:space="preserve"> </w:t>
            </w:r>
            <w:r w:rsidR="00596EAC">
              <w:rPr>
                <w:sz w:val="22"/>
                <w:szCs w:val="22"/>
                <w:lang w:val="ru-RU"/>
              </w:rPr>
              <w:t>за</w:t>
            </w:r>
            <w:r w:rsidR="00352D1A">
              <w:rPr>
                <w:sz w:val="22"/>
                <w:szCs w:val="22"/>
                <w:lang w:val="ru-RU"/>
              </w:rPr>
              <w:t xml:space="preserve"> ме</w:t>
            </w:r>
            <w:r w:rsidR="008933D9">
              <w:rPr>
                <w:sz w:val="22"/>
                <w:szCs w:val="22"/>
                <w:lang w:val="ru-RU"/>
              </w:rPr>
              <w:t>жа</w:t>
            </w:r>
            <w:r w:rsidR="00596EAC">
              <w:rPr>
                <w:sz w:val="22"/>
                <w:szCs w:val="22"/>
                <w:lang w:val="ru-RU"/>
              </w:rPr>
              <w:t>ми</w:t>
            </w:r>
            <w:r w:rsidR="008933D9">
              <w:rPr>
                <w:sz w:val="22"/>
                <w:szCs w:val="22"/>
                <w:lang w:val="ru-RU"/>
              </w:rPr>
              <w:t xml:space="preserve"> </w:t>
            </w:r>
            <w:r w:rsidR="008933D9" w:rsidRPr="00A70E30">
              <w:rPr>
                <w:sz w:val="22"/>
                <w:szCs w:val="22"/>
              </w:rPr>
              <w:t>міста</w:t>
            </w:r>
            <w:r w:rsidR="008933D9">
              <w:rPr>
                <w:sz w:val="22"/>
                <w:szCs w:val="22"/>
                <w:lang w:val="ru-RU"/>
              </w:rPr>
              <w:t>)</w:t>
            </w:r>
            <w:r w:rsidR="00352D1A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08B389B4" w14:textId="02D8E0EF" w:rsidR="007C6A80" w:rsidRPr="009E4FC4" w:rsidRDefault="009E4FC4" w:rsidP="009E4FC4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2"/>
                <w:szCs w:val="22"/>
              </w:rPr>
            </w:pPr>
            <w:r w:rsidRPr="009E4FC4">
              <w:rPr>
                <w:b w:val="0"/>
                <w:bCs w:val="0"/>
                <w:color w:val="000000"/>
                <w:sz w:val="22"/>
                <w:szCs w:val="22"/>
              </w:rPr>
              <w:t>48°54'09.5"N 38°05'23.6"E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1EEA60A1" w:rsidR="007C6A80" w:rsidRPr="009E4FC4" w:rsidRDefault="009E4FC4" w:rsidP="007C6A80">
            <w:pPr>
              <w:rPr>
                <w:sz w:val="22"/>
                <w:szCs w:val="22"/>
              </w:rPr>
            </w:pPr>
            <w:r w:rsidRPr="009E4FC4">
              <w:rPr>
                <w:color w:val="333333"/>
                <w:sz w:val="22"/>
                <w:szCs w:val="22"/>
                <w:shd w:val="clear" w:color="auto" w:fill="FFFFFF"/>
              </w:rPr>
              <w:t>23.4807 га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57D4299C" w:rsidR="002870E1" w:rsidRPr="00F858AB" w:rsidRDefault="00F858AB" w:rsidP="00A96211">
            <w:pPr>
              <w:rPr>
                <w:sz w:val="22"/>
                <w:szCs w:val="22"/>
              </w:rPr>
            </w:pPr>
            <w:r w:rsidRPr="00F858AB">
              <w:rPr>
                <w:sz w:val="22"/>
                <w:szCs w:val="22"/>
                <w:shd w:val="clear" w:color="auto" w:fill="FFFFFF"/>
              </w:rPr>
              <w:t>11.02 Для розміщення та експлуатації основних, підсобних і допоміжних будівель та споруд підприємств переробної, машинобудівної та іншої промисловості для обслуговування шахти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3CE7C941" w:rsidR="002870E1" w:rsidRPr="00F858AB" w:rsidRDefault="00F858AB" w:rsidP="002870E1">
            <w:pPr>
              <w:rPr>
                <w:sz w:val="22"/>
                <w:szCs w:val="22"/>
              </w:rPr>
            </w:pPr>
            <w:r w:rsidRPr="00F858AB">
              <w:rPr>
                <w:sz w:val="22"/>
                <w:szCs w:val="22"/>
                <w:shd w:val="clear" w:color="auto" w:fill="FFFFFF"/>
              </w:rPr>
              <w:t>Чорноземи звичайні середньо гумусні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16A278EC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4ABB1267" w:rsidR="002870E1" w:rsidRPr="004C2998" w:rsidRDefault="00A70E3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2870E1">
              <w:rPr>
                <w:sz w:val="22"/>
                <w:szCs w:val="22"/>
              </w:rPr>
              <w:t xml:space="preserve">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107BA259" w:rsidR="002870E1" w:rsidRPr="004C2998" w:rsidRDefault="00C44CFC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47047BCE" w:rsidR="002870E1" w:rsidRPr="004C2998" w:rsidRDefault="00F858AB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 км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740561D4" w:rsidR="002870E1" w:rsidRPr="004C2998" w:rsidRDefault="00F858AB" w:rsidP="00C94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32C3BCB7" w:rsidR="002870E1" w:rsidRPr="004C2998" w:rsidRDefault="00F858AB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  <w:r w:rsidR="00754DBD">
              <w:rPr>
                <w:sz w:val="22"/>
                <w:szCs w:val="22"/>
              </w:rPr>
              <w:t xml:space="preserve">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462AE483" w:rsidR="002870E1" w:rsidRPr="004C2998" w:rsidRDefault="00C44CFC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6189F360" w:rsidR="00754DBD" w:rsidRPr="004C2998" w:rsidRDefault="00C44CFC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  <w:r w:rsidR="00754DBD">
              <w:rPr>
                <w:sz w:val="22"/>
                <w:szCs w:val="22"/>
              </w:rPr>
              <w:t xml:space="preserve">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3C9453A8" w:rsidR="00754DBD" w:rsidRPr="004C2998" w:rsidRDefault="00C44CFC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4BE9FA31" w:rsidR="00754DBD" w:rsidRPr="004C2998" w:rsidRDefault="00C44CFC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Так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236E93FF" w14:textId="5431FBB7" w:rsidR="00754DBD" w:rsidRPr="004C2998" w:rsidRDefault="008E71E9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пропускна здатність 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464AF507" w14:textId="5E5E6699" w:rsidR="009E1917" w:rsidRDefault="007C6A80" w:rsidP="009E1917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  <w:r w:rsidR="009E1917">
        <w:rPr>
          <w:b/>
          <w:sz w:val="22"/>
          <w:szCs w:val="22"/>
        </w:rPr>
        <w:t xml:space="preserve"> </w:t>
      </w:r>
      <w:r w:rsidRPr="004C2998">
        <w:rPr>
          <w:b/>
          <w:sz w:val="22"/>
          <w:szCs w:val="22"/>
        </w:rPr>
        <w:t>Карта ділянки (включаючи інфрастру</w:t>
      </w:r>
      <w:r w:rsidR="009E1917">
        <w:rPr>
          <w:b/>
          <w:sz w:val="22"/>
          <w:szCs w:val="22"/>
        </w:rPr>
        <w:t xml:space="preserve">ктуру на ділянці та транспортну </w:t>
      </w:r>
      <w:r w:rsidRPr="004C2998">
        <w:rPr>
          <w:b/>
          <w:sz w:val="22"/>
          <w:szCs w:val="22"/>
        </w:rPr>
        <w:t xml:space="preserve">розв’язку); </w:t>
      </w:r>
    </w:p>
    <w:p w14:paraId="520D2C04" w14:textId="77777777" w:rsidR="009E1917" w:rsidRDefault="009E1917" w:rsidP="009E1917">
      <w:pPr>
        <w:rPr>
          <w:b/>
          <w:sz w:val="22"/>
          <w:szCs w:val="22"/>
        </w:rPr>
      </w:pPr>
    </w:p>
    <w:p w14:paraId="1D7861A4" w14:textId="3447EC8F" w:rsidR="007C6A80" w:rsidRPr="008E71E9" w:rsidRDefault="00C44CFC" w:rsidP="009E1917">
      <w:pPr>
        <w:rPr>
          <w:b/>
          <w:sz w:val="22"/>
          <w:szCs w:val="22"/>
        </w:rPr>
      </w:pPr>
      <w:r w:rsidRPr="00C44CFC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11C715E6" wp14:editId="7B7B80EA">
            <wp:extent cx="4719561" cy="2933700"/>
            <wp:effectExtent l="0" t="0" r="5080" b="0"/>
            <wp:docPr id="2" name="Рисунок 2" descr="C:\Users\Usertrtr\Desktop\паспорт розвитку\шахта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trtr\Desktop\паспорт розвитку\шахта 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6883" cy="2944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6A80" w:rsidRPr="008E71E9" w:rsidSect="0090221C">
      <w:headerReference w:type="first" r:id="rId11"/>
      <w:pgSz w:w="11906" w:h="16838"/>
      <w:pgMar w:top="709" w:right="850" w:bottom="850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4BF687" w14:textId="77777777" w:rsidR="006D21E6" w:rsidRDefault="006D21E6">
      <w:r>
        <w:separator/>
      </w:r>
    </w:p>
  </w:endnote>
  <w:endnote w:type="continuationSeparator" w:id="0">
    <w:p w14:paraId="3176A9F1" w14:textId="77777777" w:rsidR="006D21E6" w:rsidRDefault="006D2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B0953" w14:textId="77777777" w:rsidR="006D21E6" w:rsidRDefault="006D21E6">
      <w:r>
        <w:separator/>
      </w:r>
    </w:p>
  </w:footnote>
  <w:footnote w:type="continuationSeparator" w:id="0">
    <w:p w14:paraId="49314C61" w14:textId="77777777" w:rsidR="006D21E6" w:rsidRDefault="006D2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7006"/>
    <w:rsid w:val="00045E88"/>
    <w:rsid w:val="00083657"/>
    <w:rsid w:val="000A5512"/>
    <w:rsid w:val="000A64BC"/>
    <w:rsid w:val="000C5F50"/>
    <w:rsid w:val="00154F79"/>
    <w:rsid w:val="001550A0"/>
    <w:rsid w:val="001C0CED"/>
    <w:rsid w:val="00242732"/>
    <w:rsid w:val="0025765E"/>
    <w:rsid w:val="002870E1"/>
    <w:rsid w:val="00287472"/>
    <w:rsid w:val="002944BD"/>
    <w:rsid w:val="003020E0"/>
    <w:rsid w:val="00334191"/>
    <w:rsid w:val="00351194"/>
    <w:rsid w:val="00352D1A"/>
    <w:rsid w:val="00360BA7"/>
    <w:rsid w:val="00414FFA"/>
    <w:rsid w:val="004533B0"/>
    <w:rsid w:val="004C2998"/>
    <w:rsid w:val="00560B11"/>
    <w:rsid w:val="00596EAC"/>
    <w:rsid w:val="005E1008"/>
    <w:rsid w:val="006015DE"/>
    <w:rsid w:val="00614A60"/>
    <w:rsid w:val="00643605"/>
    <w:rsid w:val="00644BE2"/>
    <w:rsid w:val="006A111D"/>
    <w:rsid w:val="006B20FC"/>
    <w:rsid w:val="006C0B58"/>
    <w:rsid w:val="006D21E6"/>
    <w:rsid w:val="00740F28"/>
    <w:rsid w:val="00754DBD"/>
    <w:rsid w:val="007C3250"/>
    <w:rsid w:val="007C6A80"/>
    <w:rsid w:val="007E3AE5"/>
    <w:rsid w:val="007F6AB8"/>
    <w:rsid w:val="00822122"/>
    <w:rsid w:val="00873AAE"/>
    <w:rsid w:val="008933D9"/>
    <w:rsid w:val="00895ED0"/>
    <w:rsid w:val="008A241D"/>
    <w:rsid w:val="008E71E9"/>
    <w:rsid w:val="0090221C"/>
    <w:rsid w:val="00912E1B"/>
    <w:rsid w:val="00913402"/>
    <w:rsid w:val="009C550D"/>
    <w:rsid w:val="009E1917"/>
    <w:rsid w:val="009E4FC4"/>
    <w:rsid w:val="00A05868"/>
    <w:rsid w:val="00A22717"/>
    <w:rsid w:val="00A41552"/>
    <w:rsid w:val="00A70E30"/>
    <w:rsid w:val="00A76024"/>
    <w:rsid w:val="00A848C2"/>
    <w:rsid w:val="00A92D9F"/>
    <w:rsid w:val="00A96211"/>
    <w:rsid w:val="00AC0C2A"/>
    <w:rsid w:val="00B00EE6"/>
    <w:rsid w:val="00B14A0A"/>
    <w:rsid w:val="00B22426"/>
    <w:rsid w:val="00B25A81"/>
    <w:rsid w:val="00B87B60"/>
    <w:rsid w:val="00BC5A31"/>
    <w:rsid w:val="00C032E4"/>
    <w:rsid w:val="00C44CFC"/>
    <w:rsid w:val="00C46626"/>
    <w:rsid w:val="00C50B56"/>
    <w:rsid w:val="00C54209"/>
    <w:rsid w:val="00C94E6F"/>
    <w:rsid w:val="00C96FB4"/>
    <w:rsid w:val="00CD41B4"/>
    <w:rsid w:val="00CF1EDE"/>
    <w:rsid w:val="00D102E5"/>
    <w:rsid w:val="00E32554"/>
    <w:rsid w:val="00E54BA7"/>
    <w:rsid w:val="00E8040E"/>
    <w:rsid w:val="00EC30DE"/>
    <w:rsid w:val="00F47B52"/>
    <w:rsid w:val="00F56DE5"/>
    <w:rsid w:val="00F858AB"/>
    <w:rsid w:val="00F97B7F"/>
    <w:rsid w:val="00FC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804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8040E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amends85.necessarily.jittome.ru/LAPTOP-RT928S4L/loyal/nearly.flv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316DE-D8CF-4697-9EAC-0A01BB5CA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nearly.flv</Template>
  <TotalTime>560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47</cp:revision>
  <cp:lastPrinted>2021-09-15T08:05:00Z</cp:lastPrinted>
  <dcterms:created xsi:type="dcterms:W3CDTF">2016-04-28T11:14:00Z</dcterms:created>
  <dcterms:modified xsi:type="dcterms:W3CDTF">2021-09-15T08:06:00Z</dcterms:modified>
</cp:coreProperties>
</file>